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jc w:val="center"/>
        <w:rPr>
          <w:rFonts w:hint="default" w:ascii="Calibri" w:hAnsi="Calibri" w:eastAsia="Adobe Myungjo Std M" w:cs="Calibri"/>
          <w:color w:val="00B0F0"/>
          <w:sz w:val="28"/>
          <w:szCs w:val="28"/>
        </w:rPr>
      </w:pPr>
      <w:bookmarkStart w:id="0" w:name="_GoBack"/>
      <w:r>
        <w:rPr>
          <w:rFonts w:hint="default" w:ascii="Calibri" w:hAnsi="Calibri" w:eastAsia="Adobe Myungjo Std M" w:cs="Calibri"/>
          <w:color w:val="00B0F0"/>
          <w:sz w:val="28"/>
          <w:szCs w:val="28"/>
        </w:rPr>
        <w:t xml:space="preserve">Angelin Suji </w:t>
      </w:r>
    </w:p>
    <w:bookmarkEnd w:id="0"/>
    <w:p>
      <w:pPr>
        <w:jc w:val="center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 xml:space="preserve">#121, Singapura Paradise layout, 2nd cross, Vidyaranyapura, Bengaluru, Karnataka -560097 </w:t>
      </w:r>
      <w:r>
        <w:rPr>
          <w:rFonts w:hint="default" w:ascii="Calibri" w:hAnsi="Calibri" w:eastAsia="Adobe Myungjo Std M" w:cs="Calibri"/>
          <w:sz w:val="28"/>
          <w:szCs w:val="28"/>
        </w:rPr>
        <w:br w:type="textWrapping"/>
      </w:r>
      <w:r>
        <w:rPr>
          <w:rFonts w:hint="default" w:ascii="Calibri" w:hAnsi="Calibri" w:eastAsia="Adobe Myungjo Std M" w:cs="Calibri"/>
          <w:sz w:val="28"/>
          <w:szCs w:val="28"/>
        </w:rPr>
        <w:t> | +919980514284 | angelinsuji27@gmail.com</w:t>
      </w:r>
    </w:p>
    <w:p>
      <w:pPr>
        <w:pStyle w:val="2"/>
        <w:jc w:val="center"/>
        <w:rPr>
          <w:rFonts w:hint="default" w:ascii="Calibri" w:hAnsi="Calibri" w:eastAsia="Adobe Myungjo Std M" w:cs="Calibri"/>
          <w:color w:val="006082"/>
          <w:sz w:val="28"/>
          <w:szCs w:val="28"/>
        </w:rPr>
      </w:pPr>
      <w:r>
        <w:rPr>
          <w:rFonts w:hint="default" w:ascii="Calibri" w:hAnsi="Calibri" w:cs="Calibri"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margin">
                  <wp:posOffset>-349250</wp:posOffset>
                </wp:positionH>
                <wp:positionV relativeFrom="paragraph">
                  <wp:posOffset>123190</wp:posOffset>
                </wp:positionV>
                <wp:extent cx="6683375" cy="279400"/>
                <wp:effectExtent l="0" t="0" r="22860" b="6350"/>
                <wp:wrapNone/>
                <wp:docPr id="7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3292" cy="279400"/>
                          <a:chOff x="833" y="3147"/>
                          <a:chExt cx="10600" cy="440"/>
                        </a:xfrm>
                      </wpg:grpSpPr>
                      <wps:wsp>
                        <wps:cNvPr id="8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833" y="3373"/>
                            <a:ext cx="10600" cy="40"/>
                          </a:xfrm>
                          <a:custGeom>
                            <a:avLst/>
                            <a:gdLst>
                              <a:gd name="T0" fmla="*/ 20 w 10600"/>
                              <a:gd name="T1" fmla="*/ 20 h 40"/>
                              <a:gd name="T2" fmla="*/ 10580 w 10600"/>
                              <a:gd name="T3" fmla="*/ 2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600" h="40">
                                <a:moveTo>
                                  <a:pt x="20" y="20"/>
                                </a:moveTo>
                                <a:lnTo>
                                  <a:pt x="10580" y="2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99CC"/>
                            </a:solidFill>
                            <a:miter lim="10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9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4438" y="3147"/>
                            <a:ext cx="3363" cy="440"/>
                          </a:xfrm>
                          <a:custGeom>
                            <a:avLst/>
                            <a:gdLst>
                              <a:gd name="T0" fmla="*/ 0 w 3363"/>
                              <a:gd name="T1" fmla="*/ 0 h 440"/>
                              <a:gd name="T2" fmla="*/ 3363 w 3363"/>
                              <a:gd name="T3" fmla="*/ 0 h 440"/>
                              <a:gd name="T4" fmla="*/ 3363 w 3363"/>
                              <a:gd name="T5" fmla="*/ 440 h 440"/>
                              <a:gd name="T6" fmla="*/ 0 w 3363"/>
                              <a:gd name="T7" fmla="*/ 440 h 440"/>
                              <a:gd name="T8" fmla="*/ 0 w 3363"/>
                              <a:gd name="T9" fmla="*/ 0 h 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63" h="440">
                                <a:moveTo>
                                  <a:pt x="0" y="0"/>
                                </a:moveTo>
                                <a:lnTo>
                                  <a:pt x="3363" y="0"/>
                                </a:lnTo>
                                <a:lnTo>
                                  <a:pt x="3363" y="440"/>
                                </a:lnTo>
                                <a:lnTo>
                                  <a:pt x="0" y="4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9" o:spid="_x0000_s1026" o:spt="203" style="position:absolute;left:0pt;margin-left:-27.5pt;margin-top:9.7pt;height:22pt;width:526.25pt;mso-position-horizontal-relative:margin;z-index:-251653120;mso-width-relative:page;mso-height-relative:page;" coordorigin="833,3147" coordsize="10600,440" o:gfxdata="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pqX+ZNoA&#10;AAAJAQAADwAAAAAAAAABACAAAAAiAAAAZHJzL2Rvd25yZXYueG1sUEsBAhQAFAAAAAgAh07iQL3R&#10;nfnlAwAAhAwAAA4AAAAAAAAAAQAgAAAAKQEAAGRycy9lMm9Eb2MueG1sUEsFBgAAAAAGAAYAWQEA&#10;AIAHAAAAAA==&#10;">
                <o:lock v:ext="edit" aspectratio="f"/>
                <v:shape id="Freeform 26" o:spid="_x0000_s1026" o:spt="100" style="position:absolute;left:833;top:3373;height:40;width:10600;" filled="f" stroked="t" coordsize="10600,40" o:gfxdata="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e8BTugAAANoA&#10;AAAPAAAAAAAAAAEAIAAAACIAAABkcnMvZG93bnJldi54bWxQSwECFAAUAAAACACHTuJAMy8FnjsA&#10;AAA5AAAAEAAAAAAAAAABACAAAAAJAQAAZHJzL3NoYXBleG1sLnhtbFBLBQYAAAAABgAGAFsBAACz&#10;AwAAAAA=&#10;" path="m20,20l10580,20e">
                  <v:path o:connectlocs="20,20;10580,20" o:connectangles="0,0"/>
                  <v:fill on="f" focussize="0,0"/>
                  <v:stroke weight="1pt" color="#3399CC" miterlimit="10" joinstyle="miter"/>
                  <v:imagedata o:title=""/>
                  <o:lock v:ext="edit" aspectratio="f"/>
                </v:shape>
                <v:shape id="Freeform 46" o:spid="_x0000_s1026" o:spt="100" style="position:absolute;left:4438;top:3147;height:440;width:3363;" fillcolor="#FFFFFF" filled="t" stroked="f" coordsize="3363,440" o:gfxdata="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o8VXvQAA&#10;ANoAAAAPAAAAAAAAAAEAIAAAACIAAABkcnMvZG93bnJldi54bWxQSwECFAAUAAAACACHTuJAMy8F&#10;njsAAAA5AAAAEAAAAAAAAAABACAAAAAMAQAAZHJzL3NoYXBleG1sLnhtbFBLBQYAAAAABgAGAFsB&#10;AAC2AwAAAAA=&#10;" path="m0,0l3363,0,3363,440,0,440,0,0xe">
                  <v:path o:connectlocs="0,0;3363,0;3363,440;0,440;0,0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default" w:ascii="Calibri" w:hAnsi="Calibri" w:eastAsia="Adobe Myungjo Std M" w:cs="Calibri"/>
          <w:color w:val="006082"/>
          <w:sz w:val="28"/>
          <w:szCs w:val="28"/>
        </w:rPr>
        <w:t>Professional Summary</w:t>
      </w:r>
    </w:p>
    <w:p>
      <w:pPr>
        <w:pStyle w:val="12"/>
        <w:numPr>
          <w:ilvl w:val="0"/>
          <w:numId w:val="0"/>
        </w:numPr>
        <w:ind w:left="144"/>
        <w:rPr>
          <w:rFonts w:hint="default" w:ascii="Calibri" w:hAnsi="Calibri" w:eastAsia="Adobe Myungjo Std M" w:cs="Calibri"/>
          <w:sz w:val="28"/>
          <w:szCs w:val="28"/>
        </w:rPr>
      </w:pP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Dedicated and technically skilled Software professional with versatile testing skills with emphasis in manual testing, automation testing and communication. Developed through experience as a team member and software tester. Nurtured and fined tuned my skills in Java, Selenium, Maven, Git, Jenkins, POM, Cucumber framework, JIRA, functional, UI and API Postman.</w:t>
      </w:r>
    </w:p>
    <w:p>
      <w:pPr>
        <w:pStyle w:val="12"/>
        <w:numPr>
          <w:ilvl w:val="0"/>
          <w:numId w:val="0"/>
        </w:numPr>
        <w:ind w:left="144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cs="Calibri"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-222250</wp:posOffset>
                </wp:positionH>
                <wp:positionV relativeFrom="paragraph">
                  <wp:posOffset>541655</wp:posOffset>
                </wp:positionV>
                <wp:extent cx="6463665" cy="279400"/>
                <wp:effectExtent l="0" t="0" r="13335" b="6350"/>
                <wp:wrapNone/>
                <wp:docPr id="4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3804" cy="279400"/>
                          <a:chOff x="833" y="3147"/>
                          <a:chExt cx="10600" cy="440"/>
                        </a:xfrm>
                      </wpg:grpSpPr>
                      <wps:wsp>
                        <wps:cNvPr id="5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833" y="3373"/>
                            <a:ext cx="10600" cy="40"/>
                          </a:xfrm>
                          <a:custGeom>
                            <a:avLst/>
                            <a:gdLst>
                              <a:gd name="T0" fmla="*/ 20 w 10600"/>
                              <a:gd name="T1" fmla="*/ 20 h 40"/>
                              <a:gd name="T2" fmla="*/ 10580 w 10600"/>
                              <a:gd name="T3" fmla="*/ 2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600" h="40">
                                <a:moveTo>
                                  <a:pt x="20" y="20"/>
                                </a:moveTo>
                                <a:lnTo>
                                  <a:pt x="10580" y="2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99CC"/>
                            </a:solidFill>
                            <a:miter lim="10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6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5303" y="3147"/>
                            <a:ext cx="1590" cy="440"/>
                          </a:xfrm>
                          <a:custGeom>
                            <a:avLst/>
                            <a:gdLst>
                              <a:gd name="T0" fmla="*/ 0 w 3363"/>
                              <a:gd name="T1" fmla="*/ 0 h 440"/>
                              <a:gd name="T2" fmla="*/ 3363 w 3363"/>
                              <a:gd name="T3" fmla="*/ 0 h 440"/>
                              <a:gd name="T4" fmla="*/ 3363 w 3363"/>
                              <a:gd name="T5" fmla="*/ 440 h 440"/>
                              <a:gd name="T6" fmla="*/ 0 w 3363"/>
                              <a:gd name="T7" fmla="*/ 440 h 440"/>
                              <a:gd name="T8" fmla="*/ 0 w 3363"/>
                              <a:gd name="T9" fmla="*/ 0 h 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63" h="440">
                                <a:moveTo>
                                  <a:pt x="0" y="0"/>
                                </a:moveTo>
                                <a:lnTo>
                                  <a:pt x="3363" y="0"/>
                                </a:lnTo>
                                <a:lnTo>
                                  <a:pt x="3363" y="440"/>
                                </a:lnTo>
                                <a:lnTo>
                                  <a:pt x="0" y="4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9" o:spid="_x0000_s1026" o:spt="203" style="position:absolute;left:0pt;margin-left:-17.5pt;margin-top:42.65pt;height:22pt;width:508.95pt;mso-position-horizontal-relative:margin;z-index:-251654144;mso-width-relative:page;mso-height-relative:page;" coordorigin="833,3147" coordsize="10600,440" o:gfxdata="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">
                <o:lock v:ext="edit" aspectratio="f"/>
                <v:shape id="Freeform 26" o:spid="_x0000_s1026" o:spt="100" style="position:absolute;left:833;top:3373;height:40;width:10600;" filled="f" stroked="t" coordsize="10600,40" o:gfxdata="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pvzb4A&#10;AADaAAAADwAAAAAAAAABACAAAAAiAAAAZHJzL2Rvd25yZXYueG1sUEsBAhQAFAAAAAgAh07iQDMv&#10;BZ47AAAAOQAAABAAAAAAAAAAAQAgAAAADQEAAGRycy9zaGFwZXhtbC54bWxQSwUGAAAAAAYABgBb&#10;AQAAtwMAAAAA&#10;" path="m20,20l10580,20e">
                  <v:path o:connectlocs="20,20;10580,20" o:connectangles="0,0"/>
                  <v:fill on="f" focussize="0,0"/>
                  <v:stroke weight="1pt" color="#3399CC" miterlimit="10" joinstyle="miter"/>
                  <v:imagedata o:title=""/>
                  <o:lock v:ext="edit" aspectratio="f"/>
                </v:shape>
                <v:shape id="Freeform 46" o:spid="_x0000_s1026" o:spt="100" style="position:absolute;left:5303;top:3147;height:440;width:1590;" fillcolor="#FFFFFF" filled="t" stroked="f" coordsize="3363,440" o:gfxdata="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zxRJb4A&#10;AADaAAAADwAAAAAAAAABACAAAAAiAAAAZHJzL2Rvd25yZXYueG1sUEsBAhQAFAAAAAgAh07iQDMv&#10;BZ47AAAAOQAAABAAAAAAAAAAAQAgAAAADQEAAGRycy9zaGFwZXhtbC54bWxQSwUGAAAAAAYABgBb&#10;AQAAtwMAAAAA&#10;" path="m0,0l3363,0,3363,440,0,440,0,0xe">
                  <v:path o:connectlocs="0,0;1590,0;1590,440;0,440;0,0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sdt>
      <w:sdtPr>
        <w:rPr>
          <w:rFonts w:hint="default" w:ascii="Calibri" w:hAnsi="Calibri" w:eastAsia="Adobe Myungjo Std M" w:cs="Calibri"/>
          <w:sz w:val="28"/>
          <w:szCs w:val="28"/>
        </w:rPr>
        <w:id w:val="1513793667"/>
        <w:placeholder>
          <w:docPart w:val="96D7D8FAF73D4AB78B97B90C6ADD73E1"/>
        </w:placeholder>
        <w:temporary/>
        <w:showingPlcHdr/>
        <w15:appearance w15:val="hidden"/>
      </w:sdtPr>
      <w:sdtEndPr>
        <w:rPr>
          <w:rFonts w:hint="default" w:ascii="Calibri" w:hAnsi="Calibri" w:eastAsia="Adobe Myungjo Std M" w:cs="Calibri"/>
          <w:sz w:val="28"/>
          <w:szCs w:val="28"/>
        </w:rPr>
      </w:sdtEndPr>
      <w:sdtContent>
        <w:p>
          <w:pPr>
            <w:pStyle w:val="2"/>
            <w:jc w:val="center"/>
            <w:rPr>
              <w:rFonts w:hint="default" w:ascii="Calibri" w:hAnsi="Calibri" w:eastAsia="Adobe Myungjo Std M" w:cs="Calibri"/>
              <w:sz w:val="28"/>
              <w:szCs w:val="28"/>
            </w:rPr>
          </w:pPr>
          <w:r>
            <w:rPr>
              <w:rFonts w:hint="default" w:ascii="Calibri" w:hAnsi="Calibri" w:eastAsia="Adobe Myungjo Std M" w:cs="Calibri"/>
              <w:color w:val="006082"/>
              <w:sz w:val="28"/>
              <w:szCs w:val="28"/>
            </w:rPr>
            <w:t>Education</w:t>
          </w:r>
        </w:p>
      </w:sdtContent>
    </w:sdt>
    <w:p>
      <w:pPr>
        <w:pStyle w:val="3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BE | 2012-2016 | R R Institute of TECHNOLOGY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Major: Electrical and Electronics Engineering</w:t>
      </w:r>
    </w:p>
    <w:p>
      <w:pPr>
        <w:pStyle w:val="3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PUC (PCMB)| 2009-2012 | GOODWILL COMPOSITE PU College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 xml:space="preserve">Major: Biology </w:t>
      </w:r>
    </w:p>
    <w:p>
      <w:pPr>
        <w:pStyle w:val="3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cs="Calibri"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posOffset>-150495</wp:posOffset>
                </wp:positionH>
                <wp:positionV relativeFrom="paragraph">
                  <wp:posOffset>610235</wp:posOffset>
                </wp:positionV>
                <wp:extent cx="6273165" cy="279400"/>
                <wp:effectExtent l="0" t="0" r="13970" b="6350"/>
                <wp:wrapNone/>
                <wp:docPr id="1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3110" cy="279400"/>
                          <a:chOff x="833" y="3147"/>
                          <a:chExt cx="10600" cy="440"/>
                        </a:xfrm>
                      </wpg:grpSpPr>
                      <wps:wsp>
                        <wps:cNvPr id="2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833" y="3373"/>
                            <a:ext cx="10600" cy="40"/>
                          </a:xfrm>
                          <a:custGeom>
                            <a:avLst/>
                            <a:gdLst>
                              <a:gd name="T0" fmla="*/ 20 w 10600"/>
                              <a:gd name="T1" fmla="*/ 20 h 40"/>
                              <a:gd name="T2" fmla="*/ 10580 w 10600"/>
                              <a:gd name="T3" fmla="*/ 2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600" h="40">
                                <a:moveTo>
                                  <a:pt x="20" y="20"/>
                                </a:moveTo>
                                <a:lnTo>
                                  <a:pt x="10580" y="2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99CC"/>
                            </a:solidFill>
                            <a:miter lim="10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3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4438" y="3147"/>
                            <a:ext cx="3363" cy="440"/>
                          </a:xfrm>
                          <a:custGeom>
                            <a:avLst/>
                            <a:gdLst>
                              <a:gd name="T0" fmla="*/ 0 w 3363"/>
                              <a:gd name="T1" fmla="*/ 0 h 440"/>
                              <a:gd name="T2" fmla="*/ 3363 w 3363"/>
                              <a:gd name="T3" fmla="*/ 0 h 440"/>
                              <a:gd name="T4" fmla="*/ 3363 w 3363"/>
                              <a:gd name="T5" fmla="*/ 440 h 440"/>
                              <a:gd name="T6" fmla="*/ 0 w 3363"/>
                              <a:gd name="T7" fmla="*/ 440 h 440"/>
                              <a:gd name="T8" fmla="*/ 0 w 3363"/>
                              <a:gd name="T9" fmla="*/ 0 h 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63" h="440">
                                <a:moveTo>
                                  <a:pt x="0" y="0"/>
                                </a:moveTo>
                                <a:lnTo>
                                  <a:pt x="3363" y="0"/>
                                </a:lnTo>
                                <a:lnTo>
                                  <a:pt x="3363" y="440"/>
                                </a:lnTo>
                                <a:lnTo>
                                  <a:pt x="0" y="4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9" o:spid="_x0000_s1026" o:spt="203" style="position:absolute;left:0pt;margin-left:-11.85pt;margin-top:48.05pt;height:22pt;width:493.95pt;mso-position-horizontal-relative:margin;z-index:-251655168;mso-width-relative:page;mso-height-relative:page;" coordorigin="833,3147" coordsize="10600,440" o:gfxdata="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Q1txCtsA&#10;AAAKAQAADwAAAAAAAAABACAAAAAiAAAAZHJzL2Rvd25yZXYueG1sUEsBAhQAFAAAAAgAh07iQPHZ&#10;v27kAwAAhAwAAA4AAAAAAAAAAQAgAAAAKgEAAGRycy9lMm9Eb2MueG1sUEsFBgAAAAAGAAYAWQEA&#10;AIAHAAAAAA==&#10;">
                <o:lock v:ext="edit" aspectratio="f"/>
                <v:shape id="Freeform 26" o:spid="_x0000_s1026" o:spt="100" style="position:absolute;left:833;top:3373;height:40;width:10600;" filled="f" stroked="t" coordsize="10600,40" o:gfxdata="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5P3ub4A&#10;AADaAAAADwAAAAAAAAABACAAAAAiAAAAZHJzL2Rvd25yZXYueG1sUEsBAhQAFAAAAAgAh07iQDMv&#10;BZ47AAAAOQAAABAAAAAAAAAAAQAgAAAADQEAAGRycy9zaGFwZXhtbC54bWxQSwUGAAAAAAYABgBb&#10;AQAAtwMAAAAA&#10;" path="m20,20l10580,20e">
                  <v:path o:connectlocs="20,20;10580,20" o:connectangles="0,0"/>
                  <v:fill on="f" focussize="0,0"/>
                  <v:stroke weight="1pt" color="#3399CC" miterlimit="10" joinstyle="miter"/>
                  <v:imagedata o:title=""/>
                  <o:lock v:ext="edit" aspectratio="f"/>
                </v:shape>
                <v:shape id="Freeform 46" o:spid="_x0000_s1026" o:spt="100" style="position:absolute;left:4438;top:3147;height:440;width:3363;" fillcolor="#FFFFFF" filled="t" stroked="f" coordsize="3363,440" o:gfxdata="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S/K9vQAA&#10;ANoAAAAPAAAAAAAAAAEAIAAAACIAAABkcnMvZG93bnJldi54bWxQSwECFAAUAAAACACHTuJAMy8F&#10;njsAAAA5AAAAEAAAAAAAAAABACAAAAAMAQAAZHJzL3NoYXBleG1sLnhtbFBLBQYAAAAABgAGAFsB&#10;AAC2AwAAAAA=&#10;" path="m0,0l3363,0,3363,440,0,440,0,0xe">
                  <v:path o:connectlocs="0,0;3363,0;3363,440;0,440;0,0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default" w:ascii="Calibri" w:hAnsi="Calibri" w:eastAsia="Adobe Myungjo Std M" w:cs="Calibri"/>
          <w:sz w:val="28"/>
          <w:szCs w:val="28"/>
        </w:rPr>
        <w:t>Schooling | 2009 | St Antony High School</w:t>
      </w:r>
    </w:p>
    <w:sdt>
      <w:sdtPr>
        <w:rPr>
          <w:rFonts w:hint="default" w:ascii="Calibri" w:hAnsi="Calibri" w:eastAsia="Adobe Myungjo Std M" w:cs="Calibri"/>
          <w:sz w:val="28"/>
          <w:szCs w:val="28"/>
        </w:rPr>
        <w:id w:val="1494989950"/>
        <w:placeholder>
          <w:docPart w:val="17EBE039B18A470BB2249F185A7B5040"/>
        </w:placeholder>
        <w:temporary/>
        <w:showingPlcHdr/>
        <w15:appearance w15:val="hidden"/>
      </w:sdtPr>
      <w:sdtEndPr>
        <w:rPr>
          <w:rFonts w:hint="default" w:ascii="Calibri" w:hAnsi="Calibri" w:eastAsia="Adobe Myungjo Std M" w:cs="Calibri"/>
          <w:sz w:val="28"/>
          <w:szCs w:val="28"/>
        </w:rPr>
      </w:sdtEndPr>
      <w:sdtContent>
        <w:p>
          <w:pPr>
            <w:pStyle w:val="2"/>
            <w:jc w:val="center"/>
            <w:rPr>
              <w:rFonts w:hint="default" w:ascii="Calibri" w:hAnsi="Calibri" w:eastAsia="Adobe Myungjo Std M" w:cs="Calibri"/>
              <w:sz w:val="28"/>
              <w:szCs w:val="28"/>
            </w:rPr>
          </w:pPr>
          <w:r>
            <w:rPr>
              <w:rFonts w:hint="default" w:ascii="Calibri" w:hAnsi="Calibri" w:eastAsia="Adobe Myungjo Std M" w:cs="Calibri"/>
              <w:color w:val="006082"/>
              <w:sz w:val="28"/>
              <w:szCs w:val="28"/>
            </w:rPr>
            <w:t>Experience</w:t>
          </w:r>
        </w:p>
      </w:sdtContent>
    </w:sdt>
    <w:p>
      <w:pPr>
        <w:pStyle w:val="3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Software Test Engineer | SARLAK TECHNO SYSTEMS Pvt Ltd | Dec 2018 - till date</w:t>
      </w:r>
    </w:p>
    <w:p>
      <w:pPr>
        <w:pStyle w:val="12"/>
        <w:rPr>
          <w:rFonts w:hint="default" w:ascii="Calibri" w:hAnsi="Calibri" w:eastAsia="Adobe Myungjo Std M" w:cs="Calibri"/>
          <w:b/>
          <w:sz w:val="28"/>
          <w:szCs w:val="28"/>
        </w:rPr>
      </w:pPr>
      <w:r>
        <w:rPr>
          <w:rFonts w:hint="default" w:ascii="Calibri" w:hAnsi="Calibri" w:eastAsia="Adobe Myungjo Std M" w:cs="Calibri"/>
          <w:spacing w:val="-1"/>
          <w:sz w:val="28"/>
          <w:szCs w:val="28"/>
        </w:rPr>
        <w:t>Having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experience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Automation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Programming</w:t>
      </w:r>
      <w:r>
        <w:rPr>
          <w:rFonts w:hint="default" w:ascii="Calibri" w:hAnsi="Calibri" w:eastAsia="Adobe Myungjo Std M" w:cs="Calibri"/>
          <w:spacing w:val="-1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language</w:t>
      </w:r>
      <w:r>
        <w:rPr>
          <w:rFonts w:hint="default" w:ascii="Calibri" w:hAnsi="Calibri" w:eastAsia="Adobe Myungjo Std M" w:cs="Calibri"/>
          <w:spacing w:val="-1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using</w:t>
      </w:r>
      <w:r>
        <w:rPr>
          <w:rFonts w:hint="default" w:ascii="Calibri" w:hAnsi="Calibri" w:eastAsia="Adobe Myungjo Std M" w:cs="Calibri"/>
          <w:spacing w:val="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Java.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Having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Experience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 xml:space="preserve">in </w:t>
      </w:r>
      <w:r>
        <w:rPr>
          <w:rFonts w:hint="default" w:ascii="Calibri" w:hAnsi="Calibri" w:eastAsia="Adobe Myungjo Std M" w:cs="Calibri"/>
          <w:b/>
          <w:sz w:val="28"/>
          <w:szCs w:val="28"/>
        </w:rPr>
        <w:t>Selenium</w:t>
      </w:r>
      <w:r>
        <w:rPr>
          <w:rFonts w:hint="default" w:ascii="Calibri" w:hAnsi="Calibri" w:eastAsia="Adobe Myungjo Std M" w:cs="Calibri"/>
          <w:b/>
          <w:spacing w:val="-1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Web</w:t>
      </w:r>
      <w:r>
        <w:rPr>
          <w:rFonts w:hint="default" w:ascii="Calibri" w:hAnsi="Calibri" w:eastAsia="Adobe Myungjo Std M" w:cs="Calibri"/>
          <w:b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Driver</w:t>
      </w:r>
      <w:r>
        <w:rPr>
          <w:rFonts w:hint="default" w:ascii="Calibri" w:hAnsi="Calibri" w:eastAsia="Adobe Myungjo Std M" w:cs="Calibri"/>
          <w:sz w:val="28"/>
          <w:szCs w:val="28"/>
        </w:rPr>
        <w:t>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Hands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on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experience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-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creating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XPATH</w:t>
      </w:r>
      <w:r>
        <w:rPr>
          <w:rFonts w:hint="default" w:ascii="Calibri" w:hAnsi="Calibri" w:eastAsia="Adobe Myungjo Std M" w:cs="Calibri"/>
          <w:sz w:val="28"/>
          <w:szCs w:val="28"/>
        </w:rPr>
        <w:t>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pacing w:val="-1"/>
          <w:sz w:val="28"/>
          <w:szCs w:val="28"/>
        </w:rPr>
        <w:t>Experience</w:t>
      </w:r>
      <w:r>
        <w:rPr>
          <w:rFonts w:hint="default" w:ascii="Calibri" w:hAnsi="Calibri" w:eastAsia="Adobe Myungjo Std M" w:cs="Calibri"/>
          <w:spacing w:val="-1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>in web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>application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automation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testing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with</w:t>
      </w:r>
      <w:r>
        <w:rPr>
          <w:rFonts w:hint="default" w:ascii="Calibri" w:hAnsi="Calibri" w:eastAsia="Adobe Myungjo Std M" w:cs="Calibri"/>
          <w:spacing w:val="1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Page</w:t>
      </w:r>
      <w:r>
        <w:rPr>
          <w:rFonts w:hint="default" w:ascii="Calibri" w:hAnsi="Calibri" w:eastAsia="Adobe Myungjo Std M" w:cs="Calibri"/>
          <w:b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Object</w:t>
      </w:r>
      <w:r>
        <w:rPr>
          <w:rFonts w:hint="default" w:ascii="Calibri" w:hAnsi="Calibri" w:eastAsia="Adobe Myungjo Std M" w:cs="Calibri"/>
          <w:b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Model</w:t>
      </w:r>
      <w:r>
        <w:rPr>
          <w:rFonts w:hint="default" w:ascii="Calibri" w:hAnsi="Calibri" w:eastAsia="Adobe Myungjo Std M" w:cs="Calibri"/>
          <w:b/>
          <w:spacing w:val="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using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Maven</w:t>
      </w:r>
      <w:r>
        <w:rPr>
          <w:rFonts w:hint="default" w:ascii="Calibri" w:hAnsi="Calibri" w:eastAsia="Adobe Myungjo Std M" w:cs="Calibri"/>
          <w:sz w:val="28"/>
          <w:szCs w:val="28"/>
        </w:rPr>
        <w:t>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Experience</w:t>
      </w:r>
      <w:r>
        <w:rPr>
          <w:rFonts w:hint="default" w:ascii="Calibri" w:hAnsi="Calibri" w:eastAsia="Adobe Myungjo Std M" w:cs="Calibri"/>
          <w:spacing w:val="-1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-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BDD</w:t>
      </w:r>
      <w:r>
        <w:rPr>
          <w:rFonts w:hint="default" w:ascii="Calibri" w:hAnsi="Calibri" w:eastAsia="Adobe Myungjo Std M" w:cs="Calibri"/>
          <w:b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Cucumber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Framework.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Possess</w:t>
      </w:r>
      <w:r>
        <w:rPr>
          <w:rFonts w:hint="default" w:ascii="Calibri" w:hAnsi="Calibri" w:eastAsia="Adobe Myungjo Std M" w:cs="Calibri"/>
          <w:spacing w:val="-1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knowledge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b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NG</w:t>
      </w:r>
      <w:r>
        <w:rPr>
          <w:rFonts w:hint="default" w:ascii="Calibri" w:hAnsi="Calibri" w:eastAsia="Adobe Myungjo Std M" w:cs="Calibri"/>
          <w:b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Framework.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pacing w:val="-1"/>
          <w:sz w:val="28"/>
          <w:szCs w:val="28"/>
        </w:rPr>
        <w:t>Having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>knowledge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-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API</w:t>
      </w:r>
      <w:r>
        <w:rPr>
          <w:rFonts w:hint="default" w:ascii="Calibri" w:hAnsi="Calibri" w:eastAsia="Adobe Myungjo Std M" w:cs="Calibri"/>
          <w:spacing w:val="-1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Testing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(</w:t>
      </w:r>
      <w:r>
        <w:rPr>
          <w:rFonts w:hint="default" w:ascii="Calibri" w:hAnsi="Calibri" w:eastAsia="Adobe Myungjo Std M" w:cs="Calibri"/>
          <w:b/>
          <w:sz w:val="28"/>
          <w:szCs w:val="28"/>
        </w:rPr>
        <w:t>Postman)</w:t>
      </w:r>
      <w:r>
        <w:rPr>
          <w:rFonts w:hint="default" w:ascii="Calibri" w:hAnsi="Calibri" w:eastAsia="Adobe Myungjo Std M" w:cs="Calibri"/>
          <w:sz w:val="28"/>
          <w:szCs w:val="28"/>
        </w:rPr>
        <w:t>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Having</w:t>
      </w:r>
      <w:r>
        <w:rPr>
          <w:rFonts w:hint="default" w:ascii="Calibri" w:hAnsi="Calibri" w:eastAsia="Adobe Myungjo Std M" w:cs="Calibri"/>
          <w:spacing w:val="-1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Experience</w:t>
      </w:r>
      <w:r>
        <w:rPr>
          <w:rFonts w:hint="default" w:ascii="Calibri" w:hAnsi="Calibri" w:eastAsia="Adobe Myungjo Std M" w:cs="Calibri"/>
          <w:spacing w:val="-1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working</w:t>
      </w:r>
      <w:r>
        <w:rPr>
          <w:rFonts w:hint="default" w:ascii="Calibri" w:hAnsi="Calibri" w:eastAsia="Adobe Myungjo Std M" w:cs="Calibri"/>
          <w:spacing w:val="-1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with</w:t>
      </w:r>
      <w:r>
        <w:rPr>
          <w:rFonts w:hint="default" w:ascii="Calibri" w:hAnsi="Calibri" w:eastAsia="Adobe Myungjo Std M" w:cs="Calibri"/>
          <w:spacing w:val="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GIT</w:t>
      </w:r>
      <w:r>
        <w:rPr>
          <w:rFonts w:hint="default" w:ascii="Calibri" w:hAnsi="Calibri" w:eastAsia="Adobe Myungjo Std M" w:cs="Calibri"/>
          <w:sz w:val="28"/>
          <w:szCs w:val="28"/>
        </w:rPr>
        <w:t>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Having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Knowledge</w:t>
      </w:r>
      <w:r>
        <w:rPr>
          <w:rFonts w:hint="default" w:ascii="Calibri" w:hAnsi="Calibri" w:eastAsia="Adobe Myungjo Std M" w:cs="Calibri"/>
          <w:spacing w:val="-1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Jenkins</w:t>
      </w:r>
      <w:r>
        <w:rPr>
          <w:rFonts w:hint="default" w:ascii="Calibri" w:hAnsi="Calibri" w:eastAsia="Adobe Myungjo Std M" w:cs="Calibri"/>
          <w:sz w:val="28"/>
          <w:szCs w:val="28"/>
        </w:rPr>
        <w:t>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Having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Knowledge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 xml:space="preserve">in </w:t>
      </w:r>
      <w:r>
        <w:rPr>
          <w:rFonts w:hint="default" w:ascii="Calibri" w:hAnsi="Calibri" w:eastAsia="Adobe Myungjo Std M" w:cs="Calibri"/>
          <w:b/>
          <w:sz w:val="28"/>
          <w:szCs w:val="28"/>
        </w:rPr>
        <w:t>SQL</w:t>
      </w:r>
      <w:r>
        <w:rPr>
          <w:rFonts w:hint="default" w:ascii="Calibri" w:hAnsi="Calibri" w:eastAsia="Adobe Myungjo Std M" w:cs="Calibri"/>
          <w:b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My</w:t>
      </w:r>
      <w:r>
        <w:rPr>
          <w:rFonts w:hint="default" w:ascii="Calibri" w:hAnsi="Calibri" w:eastAsia="Adobe Myungjo Std M" w:cs="Calibri"/>
          <w:b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SQL</w:t>
      </w:r>
      <w:r>
        <w:rPr>
          <w:rFonts w:hint="default" w:ascii="Calibri" w:hAnsi="Calibri" w:eastAsia="Adobe Myungjo Std M" w:cs="Calibri"/>
          <w:sz w:val="28"/>
          <w:szCs w:val="28"/>
        </w:rPr>
        <w:t>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pacing w:val="-1"/>
          <w:sz w:val="28"/>
          <w:szCs w:val="28"/>
        </w:rPr>
        <w:t>Experience</w:t>
      </w:r>
      <w:r>
        <w:rPr>
          <w:rFonts w:hint="default" w:ascii="Calibri" w:hAnsi="Calibri" w:eastAsia="Adobe Myungjo Std M" w:cs="Calibri"/>
          <w:spacing w:val="-1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>Defect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>tracking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tool</w:t>
      </w:r>
      <w:r>
        <w:rPr>
          <w:rFonts w:hint="default" w:ascii="Calibri" w:hAnsi="Calibri" w:eastAsia="Adobe Myungjo Std M" w:cs="Calibri"/>
          <w:spacing w:val="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b/>
          <w:sz w:val="28"/>
          <w:szCs w:val="28"/>
        </w:rPr>
        <w:t>Jira</w:t>
      </w:r>
      <w:r>
        <w:rPr>
          <w:rFonts w:hint="default" w:ascii="Calibri" w:hAnsi="Calibri" w:eastAsia="Adobe Myungjo Std M" w:cs="Calibri"/>
          <w:b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1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providing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efficient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reports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on</w:t>
      </w:r>
      <w:r>
        <w:rPr>
          <w:rFonts w:hint="default" w:ascii="Calibri" w:hAnsi="Calibri" w:eastAsia="Adobe Myungjo Std M" w:cs="Calibri"/>
          <w:spacing w:val="-1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defect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status.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w w:val="95"/>
          <w:sz w:val="28"/>
          <w:szCs w:val="28"/>
        </w:rPr>
        <w:t>Strong</w:t>
      </w:r>
      <w:r>
        <w:rPr>
          <w:rFonts w:hint="default" w:ascii="Calibri" w:hAnsi="Calibri" w:eastAsia="Adobe Myungjo Std M" w:cs="Calibri"/>
          <w:spacing w:val="21"/>
          <w:w w:val="9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w w:val="95"/>
          <w:sz w:val="28"/>
          <w:szCs w:val="28"/>
        </w:rPr>
        <w:t>Experience</w:t>
      </w:r>
      <w:r>
        <w:rPr>
          <w:rFonts w:hint="default" w:ascii="Calibri" w:hAnsi="Calibri" w:eastAsia="Adobe Myungjo Std M" w:cs="Calibri"/>
          <w:spacing w:val="22"/>
          <w:w w:val="9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w w:val="95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46"/>
          <w:w w:val="9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w w:val="95"/>
          <w:sz w:val="28"/>
          <w:szCs w:val="28"/>
        </w:rPr>
        <w:t>Agile-Scrum</w:t>
      </w:r>
      <w:r>
        <w:rPr>
          <w:rFonts w:hint="default" w:ascii="Calibri" w:hAnsi="Calibri" w:eastAsia="Adobe Myungjo Std M" w:cs="Calibri"/>
          <w:spacing w:val="29"/>
          <w:w w:val="9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w w:val="95"/>
          <w:sz w:val="28"/>
          <w:szCs w:val="28"/>
        </w:rPr>
        <w:t>Methodology.</w:t>
      </w:r>
    </w:p>
    <w:p>
      <w:pPr>
        <w:pStyle w:val="12"/>
        <w:numPr>
          <w:ilvl w:val="0"/>
          <w:numId w:val="0"/>
        </w:numPr>
        <w:ind w:left="144"/>
        <w:rPr>
          <w:rFonts w:hint="default" w:ascii="Calibri" w:hAnsi="Calibri" w:eastAsia="Adobe Myungjo Std M" w:cs="Calibri"/>
          <w:sz w:val="28"/>
          <w:szCs w:val="28"/>
        </w:rPr>
      </w:pPr>
    </w:p>
    <w:p>
      <w:pPr>
        <w:pStyle w:val="3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pROJECT 1 – jc peNNEY | aUTOMATION TESTING | aPRIL 2020 to Dec 2022</w:t>
      </w:r>
    </w:p>
    <w:p>
      <w:pPr>
        <w:pStyle w:val="3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tECHNOLOGY USED |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>Selenium,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Java,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Cucumber,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J</w:t>
      </w:r>
      <w:r>
        <w:rPr>
          <w:rFonts w:hint="default" w:ascii="Calibri" w:hAnsi="Calibri" w:eastAsia="Adobe Myungjo Std M" w:cs="Calibri"/>
          <w:spacing w:val="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unit,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POM,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Maven,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Git,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Jenkins,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API</w:t>
      </w:r>
      <w:r>
        <w:rPr>
          <w:rFonts w:hint="default" w:ascii="Calibri" w:hAnsi="Calibri" w:eastAsia="Adobe Myungjo Std M" w:cs="Calibri"/>
          <w:spacing w:val="-1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–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Postman</w:t>
      </w:r>
    </w:p>
    <w:p>
      <w:pPr>
        <w:pStyle w:val="3"/>
        <w:rPr>
          <w:rFonts w:hint="default" w:ascii="Calibri" w:hAnsi="Calibri" w:eastAsia="Adobe Myungjo Std M" w:cs="Calibri"/>
          <w:b w:val="0"/>
          <w:bCs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DESCRIPTION</w:t>
      </w:r>
      <w:r>
        <w:rPr>
          <w:rFonts w:hint="default" w:ascii="Calibri" w:hAnsi="Calibri" w:cs="Calibri"/>
          <w:sz w:val="28"/>
          <w:szCs w:val="28"/>
        </w:rPr>
        <w:t xml:space="preserve"> 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The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Company's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business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consists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selling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merchandise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services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to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consumers through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its department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stores,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which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utilizes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applications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for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desktop,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mobile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tablet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devices.</w:t>
      </w:r>
    </w:p>
    <w:p>
      <w:pPr>
        <w:pStyle w:val="12"/>
        <w:numPr>
          <w:ilvl w:val="0"/>
          <w:numId w:val="0"/>
        </w:numPr>
        <w:rPr>
          <w:rFonts w:hint="default" w:ascii="Calibri" w:hAnsi="Calibri" w:eastAsia="Adobe Myungjo Std M" w:cs="Calibri"/>
          <w:b/>
          <w:bCs/>
          <w:sz w:val="28"/>
          <w:szCs w:val="28"/>
        </w:rPr>
      </w:pPr>
      <w:r>
        <w:rPr>
          <w:rFonts w:hint="default" w:ascii="Calibri" w:hAnsi="Calibri" w:eastAsia="Adobe Myungjo Std M" w:cs="Calibri"/>
          <w:b/>
          <w:bCs/>
          <w:sz w:val="28"/>
          <w:szCs w:val="28"/>
        </w:rPr>
        <w:t xml:space="preserve">RESPONSIBILITY  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Understanding</w:t>
      </w:r>
      <w:r>
        <w:rPr>
          <w:rFonts w:hint="default" w:ascii="Calibri" w:hAnsi="Calibri" w:eastAsia="Adobe Myungjo Std M" w:cs="Calibri"/>
          <w:spacing w:val="-1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Analyzing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the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Application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Under</w:t>
      </w:r>
      <w:r>
        <w:rPr>
          <w:rFonts w:hint="default" w:ascii="Calibri" w:hAnsi="Calibri" w:eastAsia="Adobe Myungjo Std M" w:cs="Calibri"/>
          <w:spacing w:val="-1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terms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Object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Identification.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Automation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using</w:t>
      </w:r>
      <w:r>
        <w:rPr>
          <w:rFonts w:hint="default" w:ascii="Calibri" w:hAnsi="Calibri" w:eastAsia="Adobe Myungjo Std M" w:cs="Calibri"/>
          <w:spacing w:val="4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Selenium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Web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driver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Cucumber</w:t>
      </w:r>
      <w:r>
        <w:rPr>
          <w:rFonts w:hint="default" w:ascii="Calibri" w:hAnsi="Calibri" w:eastAsia="Adobe Myungjo Std M" w:cs="Calibri"/>
          <w:spacing w:val="-1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Framework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Creating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scenarios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Collecting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Data.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Identifying</w:t>
      </w:r>
      <w:r>
        <w:rPr>
          <w:rFonts w:hint="default" w:ascii="Calibri" w:hAnsi="Calibri" w:eastAsia="Adobe Myungjo Std M" w:cs="Calibri"/>
          <w:spacing w:val="-1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end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to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end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scenarios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code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modularity.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Creating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reusable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components.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Creating</w:t>
      </w:r>
      <w:r>
        <w:rPr>
          <w:rFonts w:hint="default" w:ascii="Calibri" w:hAnsi="Calibri" w:eastAsia="Adobe Myungjo Std M" w:cs="Calibri"/>
          <w:spacing w:val="-1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enhancing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Cases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(Test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Scripts)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using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Element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locators,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WebDriver methods,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Java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programming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concepts.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Error</w:t>
      </w:r>
      <w:r>
        <w:rPr>
          <w:rFonts w:hint="default" w:ascii="Calibri" w:hAnsi="Calibri" w:eastAsia="Adobe Myungjo Std M" w:cs="Calibri"/>
          <w:spacing w:val="-1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Handling,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Adding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comments.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w w:val="95"/>
          <w:sz w:val="28"/>
          <w:szCs w:val="28"/>
        </w:rPr>
        <w:t>Analyzing</w:t>
      </w:r>
      <w:r>
        <w:rPr>
          <w:rFonts w:hint="default" w:ascii="Calibri" w:hAnsi="Calibri" w:eastAsia="Adobe Myungjo Std M" w:cs="Calibri"/>
          <w:spacing w:val="14"/>
          <w:w w:val="9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w w:val="95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27"/>
          <w:w w:val="9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w w:val="95"/>
          <w:sz w:val="28"/>
          <w:szCs w:val="28"/>
        </w:rPr>
        <w:t>Results</w:t>
      </w:r>
      <w:r>
        <w:rPr>
          <w:rFonts w:hint="default" w:ascii="Calibri" w:hAnsi="Calibri" w:eastAsia="Adobe Myungjo Std M" w:cs="Calibri"/>
          <w:spacing w:val="34"/>
          <w:w w:val="9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w w:val="95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26"/>
          <w:w w:val="9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w w:val="95"/>
          <w:sz w:val="28"/>
          <w:szCs w:val="28"/>
        </w:rPr>
        <w:t>Reporting</w:t>
      </w:r>
      <w:r>
        <w:rPr>
          <w:rFonts w:hint="default" w:ascii="Calibri" w:hAnsi="Calibri" w:eastAsia="Adobe Myungjo Std M" w:cs="Calibri"/>
          <w:spacing w:val="23"/>
          <w:w w:val="9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w w:val="95"/>
          <w:sz w:val="28"/>
          <w:szCs w:val="28"/>
        </w:rPr>
        <w:t>Defects.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Tracking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Defects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Select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cases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for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Re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&amp;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Regression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Testing.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Finding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solutions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for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Object</w:t>
      </w:r>
      <w:r>
        <w:rPr>
          <w:rFonts w:hint="default" w:ascii="Calibri" w:hAnsi="Calibri" w:eastAsia="Adobe Myungjo Std M" w:cs="Calibri"/>
          <w:spacing w:val="-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Identification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issues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error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handling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issues.</w:t>
      </w:r>
    </w:p>
    <w:p>
      <w:pPr>
        <w:pStyle w:val="12"/>
        <w:numPr>
          <w:ilvl w:val="0"/>
          <w:numId w:val="0"/>
        </w:numPr>
        <w:ind w:left="144"/>
        <w:rPr>
          <w:rFonts w:hint="default" w:ascii="Calibri" w:hAnsi="Calibri" w:eastAsia="Adobe Myungjo Std M" w:cs="Calibri"/>
          <w:sz w:val="28"/>
          <w:szCs w:val="28"/>
        </w:rPr>
      </w:pPr>
    </w:p>
    <w:p>
      <w:pPr>
        <w:pStyle w:val="3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pROJECT 2 - kROGER| MANUAL TESTING| DECEMBER 2018 – March 2020</w:t>
      </w:r>
    </w:p>
    <w:p>
      <w:pPr>
        <w:pStyle w:val="3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Adobe Myungjo Std M" w:cs="Calibri"/>
          <w:spacing w:val="-1"/>
          <w:sz w:val="28"/>
          <w:szCs w:val="28"/>
        </w:rPr>
        <w:t>Technology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Used |</w:t>
      </w:r>
      <w:r>
        <w:rPr>
          <w:rFonts w:hint="default" w:ascii="Calibri" w:hAnsi="Calibri" w:eastAsia="Adobe Myungjo Std M" w:cs="Calibri"/>
          <w:sz w:val="28"/>
          <w:szCs w:val="28"/>
        </w:rPr>
        <w:t>Manual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testing,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Maven,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GIT,</w:t>
      </w:r>
      <w:r>
        <w:rPr>
          <w:rFonts w:hint="default" w:ascii="Calibri" w:hAnsi="Calibri" w:eastAsia="Adobe Myungjo Std M" w:cs="Calibri"/>
          <w:spacing w:val="-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Jenkins,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My</w:t>
      </w:r>
      <w:r>
        <w:rPr>
          <w:rFonts w:hint="default" w:ascii="Calibri" w:hAnsi="Calibri" w:eastAsia="Adobe Myungjo Std M" w:cs="Calibri"/>
          <w:spacing w:val="-1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SQL</w:t>
      </w:r>
    </w:p>
    <w:p>
      <w:pPr>
        <w:pStyle w:val="3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 xml:space="preserve">   DESCRIPTION</w:t>
      </w:r>
      <w:r>
        <w:rPr>
          <w:rFonts w:hint="default" w:ascii="Calibri" w:hAnsi="Calibri" w:cs="Calibri"/>
          <w:sz w:val="28"/>
          <w:szCs w:val="28"/>
        </w:rPr>
        <w:t xml:space="preserve"> 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 xml:space="preserve">Kroger is an online store of choice among Americans buying groceries. 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Kroger also</w:t>
      </w:r>
      <w:r>
        <w:rPr>
          <w:rFonts w:hint="default" w:ascii="Calibri" w:hAnsi="Calibri" w:eastAsia="Adobe Myungjo Std M" w:cs="Calibri"/>
          <w:spacing w:val="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offers</w:t>
      </w:r>
      <w:r>
        <w:rPr>
          <w:rFonts w:hint="default" w:ascii="Calibri" w:hAnsi="Calibri" w:eastAsia="Adobe Myungjo Std M" w:cs="Calibri"/>
          <w:spacing w:val="-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excellent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discounts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on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foodstuff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through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daily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weekly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online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special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offers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sales.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This online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store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provides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discount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codes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coupons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that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help</w:t>
      </w:r>
      <w:r>
        <w:rPr>
          <w:rFonts w:hint="default" w:ascii="Calibri" w:hAnsi="Calibri" w:eastAsia="Adobe Myungjo Std M" w:cs="Calibri"/>
          <w:spacing w:val="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you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save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money</w:t>
      </w:r>
    </w:p>
    <w:p>
      <w:pPr>
        <w:pStyle w:val="12"/>
        <w:numPr>
          <w:ilvl w:val="0"/>
          <w:numId w:val="0"/>
        </w:numPr>
        <w:ind w:left="144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b/>
          <w:bCs/>
          <w:sz w:val="28"/>
          <w:szCs w:val="28"/>
        </w:rPr>
        <w:t>RESPONSIBILITY</w:t>
      </w:r>
      <w:r>
        <w:rPr>
          <w:rFonts w:hint="default" w:ascii="Calibri" w:hAnsi="Calibri" w:eastAsia="Adobe Myungjo Std M" w:cs="Calibri"/>
          <w:sz w:val="28"/>
          <w:szCs w:val="28"/>
        </w:rPr>
        <w:t xml:space="preserve"> </w:t>
      </w:r>
      <w:r>
        <w:rPr>
          <w:rFonts w:hint="default" w:ascii="Calibri" w:hAnsi="Calibri" w:cs="Calibri"/>
          <w:sz w:val="28"/>
          <w:szCs w:val="28"/>
        </w:rPr>
        <w:t xml:space="preserve"> 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pacing w:val="-1"/>
          <w:sz w:val="28"/>
          <w:szCs w:val="28"/>
        </w:rPr>
        <w:t>Understood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business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requirements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Involved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the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analysis,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design,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construction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phases</w:t>
      </w:r>
      <w:r>
        <w:rPr>
          <w:rFonts w:hint="default" w:ascii="Calibri" w:hAnsi="Calibri" w:eastAsia="Adobe Myungjo Std M" w:cs="Calibri"/>
          <w:spacing w:val="-1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the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project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Prepared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executed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Cases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captured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Results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reported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bugs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to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developer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Assigned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the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tasks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preparing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scripts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perform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Black-box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testing.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pacing w:val="-1"/>
          <w:sz w:val="28"/>
          <w:szCs w:val="28"/>
        </w:rPr>
        <w:t>Prepared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>daily</w:t>
      </w:r>
      <w:r>
        <w:rPr>
          <w:rFonts w:hint="default" w:ascii="Calibri" w:hAnsi="Calibri" w:eastAsia="Adobe Myungjo Std M" w:cs="Calibri"/>
          <w:spacing w:val="-2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status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reports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as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per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the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planned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actual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progress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deliverables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Provided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Knowledge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Transfer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to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new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members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the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project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team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Direct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interaction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with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Client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Business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team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for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various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queries.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Responsible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for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identifying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Regression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cases</w:t>
      </w:r>
      <w:r>
        <w:rPr>
          <w:rFonts w:hint="default" w:ascii="Calibri" w:hAnsi="Calibri" w:eastAsia="Adobe Myungjo Std M" w:cs="Calibri"/>
          <w:spacing w:val="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converting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case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to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script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using</w:t>
      </w:r>
      <w:r>
        <w:rPr>
          <w:rFonts w:hint="default" w:ascii="Calibri" w:hAnsi="Calibri" w:eastAsia="Adobe Myungjo Std M" w:cs="Calibri"/>
          <w:spacing w:val="-5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Selenium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Web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Driver.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pacing w:val="-1"/>
          <w:sz w:val="28"/>
          <w:szCs w:val="28"/>
        </w:rPr>
        <w:t>Actively</w:t>
      </w:r>
      <w:r>
        <w:rPr>
          <w:rFonts w:hint="default" w:ascii="Calibri" w:hAnsi="Calibri" w:eastAsia="Adobe Myungjo Std M" w:cs="Calibri"/>
          <w:spacing w:val="-1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>involved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in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writing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maintenance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scripts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to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run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cases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on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various browsers under Data driven framework using Page Object model, Test NG and Apache</w:t>
      </w:r>
      <w:r>
        <w:rPr>
          <w:rFonts w:hint="default" w:ascii="Calibri" w:hAnsi="Calibri" w:eastAsia="Adobe Myungjo Std M" w:cs="Calibri"/>
          <w:spacing w:val="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POI.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Usages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Maven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for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the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project’s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build.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Maintenance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scripts</w:t>
      </w:r>
      <w:r>
        <w:rPr>
          <w:rFonts w:hint="default" w:ascii="Calibri" w:hAnsi="Calibri" w:eastAsia="Adobe Myungjo Std M" w:cs="Calibri"/>
          <w:spacing w:val="-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under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Smoke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testing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auto-triggered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using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Jenkins.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Utilize</w:t>
      </w:r>
      <w:r>
        <w:rPr>
          <w:rFonts w:hint="default" w:ascii="Calibri" w:hAnsi="Calibri" w:eastAsia="Adobe Myungjo Std M" w:cs="Calibri"/>
          <w:spacing w:val="-1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ID,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X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Path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other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locators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to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locate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elements</w:t>
      </w:r>
      <w:r>
        <w:rPr>
          <w:rFonts w:hint="default" w:ascii="Calibri" w:hAnsi="Calibri" w:eastAsia="Adobe Myungjo Std M" w:cs="Calibri"/>
          <w:spacing w:val="-6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on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Web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pages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for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the</w:t>
      </w:r>
      <w:r>
        <w:rPr>
          <w:rFonts w:hint="default" w:ascii="Calibri" w:hAnsi="Calibri" w:eastAsia="Adobe Myungjo Std M" w:cs="Calibri"/>
          <w:spacing w:val="-5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Application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under</w:t>
      </w:r>
      <w:r>
        <w:rPr>
          <w:rFonts w:hint="default" w:ascii="Calibri" w:hAnsi="Calibri" w:eastAsia="Adobe Myungjo Std M" w:cs="Calibri"/>
          <w:spacing w:val="-9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pacing w:val="-1"/>
          <w:sz w:val="28"/>
          <w:szCs w:val="28"/>
        </w:rPr>
        <w:t>Generation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of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Data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for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every</w:t>
      </w:r>
      <w:r>
        <w:rPr>
          <w:rFonts w:hint="default" w:ascii="Calibri" w:hAnsi="Calibri" w:eastAsia="Adobe Myungjo Std M" w:cs="Calibri"/>
          <w:spacing w:val="-1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2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execution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(Auto)</w:t>
      </w:r>
      <w:r>
        <w:rPr>
          <w:rFonts w:hint="default" w:ascii="Calibri" w:hAnsi="Calibri" w:eastAsia="Adobe Myungjo Std M" w:cs="Calibri"/>
          <w:spacing w:val="-4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Developing</w:t>
      </w:r>
      <w:r>
        <w:rPr>
          <w:rFonts w:hint="default" w:ascii="Calibri" w:hAnsi="Calibri" w:eastAsia="Adobe Myungjo Std M" w:cs="Calibri"/>
          <w:spacing w:val="-8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methods</w:t>
      </w:r>
      <w:r>
        <w:rPr>
          <w:rFonts w:hint="default" w:ascii="Calibri" w:hAnsi="Calibri" w:eastAsia="Adobe Myungjo Std M" w:cs="Calibri"/>
          <w:spacing w:val="-3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for</w:t>
      </w:r>
      <w:r>
        <w:rPr>
          <w:rFonts w:hint="default" w:ascii="Calibri" w:hAnsi="Calibri" w:eastAsia="Adobe Myungjo Std M" w:cs="Calibri"/>
          <w:spacing w:val="-7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repeating steps.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Test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execution,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Report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analysis</w:t>
      </w:r>
      <w:r>
        <w:rPr>
          <w:rFonts w:hint="default" w:ascii="Calibri" w:hAnsi="Calibri" w:eastAsia="Adobe Myungjo Std M" w:cs="Calibri"/>
          <w:spacing w:val="-5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and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logging</w:t>
      </w:r>
      <w:r>
        <w:rPr>
          <w:rFonts w:hint="default" w:ascii="Calibri" w:hAnsi="Calibri" w:eastAsia="Adobe Myungjo Std M" w:cs="Calibri"/>
          <w:spacing w:val="-10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appropriate</w:t>
      </w:r>
      <w:r>
        <w:rPr>
          <w:rFonts w:hint="default" w:ascii="Calibri" w:hAnsi="Calibri" w:eastAsia="Adobe Myungjo Std M" w:cs="Calibri"/>
          <w:spacing w:val="-11"/>
          <w:sz w:val="28"/>
          <w:szCs w:val="28"/>
        </w:rPr>
        <w:t xml:space="preserve"> </w:t>
      </w:r>
      <w:r>
        <w:rPr>
          <w:rFonts w:hint="default" w:ascii="Calibri" w:hAnsi="Calibri" w:eastAsia="Adobe Myungjo Std M" w:cs="Calibri"/>
          <w:sz w:val="28"/>
          <w:szCs w:val="28"/>
        </w:rPr>
        <w:t>bugs.</w:t>
      </w:r>
    </w:p>
    <w:p>
      <w:pPr>
        <w:pStyle w:val="12"/>
        <w:numPr>
          <w:ilvl w:val="0"/>
          <w:numId w:val="0"/>
        </w:numPr>
        <w:ind w:left="144"/>
        <w:rPr>
          <w:rFonts w:hint="default" w:ascii="Calibri" w:hAnsi="Calibri" w:eastAsia="Adobe Myungjo Std M" w:cs="Calibri"/>
          <w:sz w:val="28"/>
          <w:szCs w:val="28"/>
        </w:rPr>
      </w:pPr>
    </w:p>
    <w:p>
      <w:pPr>
        <w:pStyle w:val="3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AdMINISTRATOR | SHERATON GRAND BANGALORE (ClUB MARRIOTT) | JANUARY 2017 – Nov 2018</w:t>
      </w:r>
    </w:p>
    <w:p>
      <w:pPr>
        <w:pStyle w:val="3"/>
        <w:rPr>
          <w:rFonts w:hint="default" w:ascii="Calibri" w:hAnsi="Calibri" w:eastAsia="Adobe Myungjo Std M" w:cs="Calibri"/>
          <w:sz w:val="28"/>
          <w:szCs w:val="28"/>
        </w:rPr>
      </w:pP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Experience in TLC Relationship Management, Database Management, maintained customer vouchers tracking in Excel.</w:t>
      </w:r>
    </w:p>
    <w:p>
      <w:pPr>
        <w:pStyle w:val="12"/>
        <w:numPr>
          <w:ilvl w:val="0"/>
          <w:numId w:val="0"/>
        </w:numPr>
        <w:rPr>
          <w:rFonts w:hint="default" w:ascii="Calibri" w:hAnsi="Calibri" w:eastAsia="Adobe Myungjo Std M" w:cs="Calibri"/>
          <w:sz w:val="28"/>
          <w:szCs w:val="28"/>
        </w:rPr>
      </w:pPr>
    </w:p>
    <w:p>
      <w:pPr>
        <w:pStyle w:val="12"/>
        <w:numPr>
          <w:ilvl w:val="0"/>
          <w:numId w:val="0"/>
        </w:numPr>
        <w:rPr>
          <w:rFonts w:hint="default" w:ascii="Calibri" w:hAnsi="Calibri" w:eastAsia="Adobe Myungjo Std M" w:cs="Calibri"/>
          <w:sz w:val="28"/>
          <w:szCs w:val="28"/>
        </w:rPr>
      </w:pPr>
    </w:p>
    <w:p>
      <w:pPr>
        <w:pStyle w:val="12"/>
        <w:numPr>
          <w:ilvl w:val="0"/>
          <w:numId w:val="0"/>
        </w:numPr>
        <w:rPr>
          <w:rFonts w:hint="default" w:ascii="Calibri" w:hAnsi="Calibri" w:eastAsia="Adobe Myungjo Std M" w:cs="Calibri"/>
          <w:sz w:val="28"/>
          <w:szCs w:val="28"/>
        </w:rPr>
      </w:pPr>
    </w:p>
    <w:p>
      <w:pPr>
        <w:pStyle w:val="12"/>
        <w:numPr>
          <w:ilvl w:val="0"/>
          <w:numId w:val="0"/>
        </w:numPr>
        <w:rPr>
          <w:rFonts w:hint="default" w:ascii="Calibri" w:hAnsi="Calibri" w:eastAsia="Adobe Myungjo Std M" w:cs="Calibri"/>
          <w:sz w:val="28"/>
          <w:szCs w:val="28"/>
        </w:rPr>
      </w:pPr>
    </w:p>
    <w:p>
      <w:pPr>
        <w:pStyle w:val="2"/>
        <w:tabs>
          <w:tab w:val="center" w:pos="4680"/>
          <w:tab w:val="left" w:pos="6495"/>
        </w:tabs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cs="Calibri"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-19050</wp:posOffset>
                </wp:positionH>
                <wp:positionV relativeFrom="paragraph">
                  <wp:posOffset>-432435</wp:posOffset>
                </wp:positionV>
                <wp:extent cx="5963285" cy="955675"/>
                <wp:effectExtent l="0" t="0" r="18415" b="0"/>
                <wp:wrapNone/>
                <wp:docPr id="37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3396" cy="955675"/>
                          <a:chOff x="833" y="3147"/>
                          <a:chExt cx="10600" cy="440"/>
                        </a:xfrm>
                      </wpg:grpSpPr>
                      <wps:wsp>
                        <wps:cNvPr id="38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833" y="3373"/>
                            <a:ext cx="10600" cy="40"/>
                          </a:xfrm>
                          <a:custGeom>
                            <a:avLst/>
                            <a:gdLst>
                              <a:gd name="T0" fmla="*/ 20 w 10600"/>
                              <a:gd name="T1" fmla="*/ 20 h 40"/>
                              <a:gd name="T2" fmla="*/ 10580 w 10600"/>
                              <a:gd name="T3" fmla="*/ 2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600" h="40">
                                <a:moveTo>
                                  <a:pt x="20" y="20"/>
                                </a:moveTo>
                                <a:lnTo>
                                  <a:pt x="10580" y="2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399CC"/>
                            </a:solidFill>
                            <a:miter lim="1000000"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39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4438" y="3147"/>
                            <a:ext cx="3363" cy="440"/>
                          </a:xfrm>
                          <a:custGeom>
                            <a:avLst/>
                            <a:gdLst>
                              <a:gd name="T0" fmla="*/ 0 w 3363"/>
                              <a:gd name="T1" fmla="*/ 0 h 440"/>
                              <a:gd name="T2" fmla="*/ 3363 w 3363"/>
                              <a:gd name="T3" fmla="*/ 0 h 440"/>
                              <a:gd name="T4" fmla="*/ 3363 w 3363"/>
                              <a:gd name="T5" fmla="*/ 440 h 440"/>
                              <a:gd name="T6" fmla="*/ 0 w 3363"/>
                              <a:gd name="T7" fmla="*/ 440 h 440"/>
                              <a:gd name="T8" fmla="*/ 0 w 3363"/>
                              <a:gd name="T9" fmla="*/ 0 h 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63" h="440">
                                <a:moveTo>
                                  <a:pt x="0" y="0"/>
                                </a:moveTo>
                                <a:lnTo>
                                  <a:pt x="3363" y="0"/>
                                </a:lnTo>
                                <a:lnTo>
                                  <a:pt x="3363" y="440"/>
                                </a:lnTo>
                                <a:lnTo>
                                  <a:pt x="0" y="4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9" o:spid="_x0000_s1026" o:spt="203" style="position:absolute;left:0pt;margin-left:-1.5pt;margin-top:-34.05pt;height:75.25pt;width:469.55pt;mso-position-horizontal-relative:margin;z-index:-251657216;mso-width-relative:page;mso-height-relative:page;" coordorigin="833,3147" coordsize="10600,440" o:gfxdata="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">
                <o:lock v:ext="edit" aspectratio="f"/>
                <v:shape id="Freeform 26" o:spid="_x0000_s1026" o:spt="100" style="position:absolute;left:833;top:3373;height:40;width:10600;" filled="f" stroked="t" coordsize="10600,40" o:gfxdata="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1Evy8AAAA&#10;2wAAAA8AAAAAAAAAAQAgAAAAIgAAAGRycy9kb3ducmV2LnhtbFBLAQIUABQAAAAIAIdO4kAzLwWe&#10;OwAAADkAAAAQAAAAAAAAAAEAIAAAAAsBAABkcnMvc2hhcGV4bWwueG1sUEsFBgAAAAAGAAYAWwEA&#10;ALUDAAAAAA==&#10;" path="m20,20l10580,20e">
                  <v:path o:connectlocs="20,20;10580,20" o:connectangles="0,0"/>
                  <v:fill on="f" focussize="0,0"/>
                  <v:stroke weight="1pt" color="#3399CC" miterlimit="10" joinstyle="miter"/>
                  <v:imagedata o:title=""/>
                  <o:lock v:ext="edit" aspectratio="f"/>
                </v:shape>
                <v:shape id="Freeform 46" o:spid="_x0000_s1026" o:spt="100" style="position:absolute;left:4438;top:3147;height:440;width:3363;" fillcolor="#FFFFFF" filled="t" stroked="f" coordsize="3363,440" o:gfxdata="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I/0FL4A&#10;AADbAAAADwAAAAAAAAABACAAAAAiAAAAZHJzL2Rvd25yZXYueG1sUEsBAhQAFAAAAAgAh07iQDMv&#10;BZ47AAAAOQAAABAAAAAAAAAAAQAgAAAADQEAAGRycy9zaGFwZXhtbC54bWxQSwUGAAAAAAYABgBb&#10;AQAAtwMAAAAA&#10;" path="m0,0l3363,0,3363,440,0,440,0,0xe">
                  <v:path o:connectlocs="0,0;3363,0;3363,440;0,440;0,0" o:connectangles="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default" w:ascii="Calibri" w:hAnsi="Calibri" w:eastAsia="Adobe Myungjo Std M" w:cs="Calibri"/>
          <w:color w:val="006082"/>
          <w:sz w:val="28"/>
          <w:szCs w:val="28"/>
        </w:rPr>
        <w:tab/>
      </w:r>
      <w:sdt>
        <w:sdtPr>
          <w:rPr>
            <w:rFonts w:hint="default" w:ascii="Calibri" w:hAnsi="Calibri" w:eastAsia="Adobe Myungjo Std M" w:cs="Calibri"/>
            <w:color w:val="006082"/>
            <w:sz w:val="28"/>
            <w:szCs w:val="28"/>
          </w:rPr>
          <w:id w:val="495469907"/>
          <w:placeholder>
            <w:docPart w:val="6D49B52A2A6143BC90799815D1282E94"/>
          </w:placeholder>
          <w:temporary/>
          <w:showingPlcHdr/>
          <w15:appearance w15:val="hidden"/>
        </w:sdtPr>
        <w:sdtEndPr>
          <w:rPr>
            <w:rFonts w:hint="default" w:ascii="Calibri" w:hAnsi="Calibri" w:eastAsia="Adobe Myungjo Std M" w:cs="Calibri"/>
            <w:color w:val="4F4F4F" w:themeColor="accent1" w:themeTint="BF"/>
            <w:sz w:val="28"/>
            <w:szCs w:val="28"/>
            <w14:textFill>
              <w14:solidFill>
                <w14:schemeClr w14:val="accent1">
                  <w14:lumMod w14:val="75000"/>
                  <w14:lumOff w14:val="25000"/>
                </w14:schemeClr>
              </w14:solidFill>
            </w14:textFill>
          </w:rPr>
        </w:sdtEndPr>
        <w:sdtContent>
          <w:r>
            <w:rPr>
              <w:rFonts w:hint="default" w:ascii="Calibri" w:hAnsi="Calibri" w:eastAsia="Adobe Myungjo Std M" w:cs="Calibri"/>
              <w:color w:val="006082"/>
              <w:sz w:val="28"/>
              <w:szCs w:val="28"/>
            </w:rPr>
            <w:t>Skills &amp; Abilities</w:t>
          </w:r>
        </w:sdtContent>
      </w:sdt>
      <w:r>
        <w:rPr>
          <w:rFonts w:hint="default" w:ascii="Calibri" w:hAnsi="Calibri" w:eastAsia="Adobe Myungjo Std M" w:cs="Calibri"/>
          <w:color w:val="006082"/>
          <w:sz w:val="28"/>
          <w:szCs w:val="28"/>
        </w:rPr>
        <w:tab/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Always looking forward to learning new things and upgrading me with latest tools beneficial to the work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color w:val="333333"/>
          <w:sz w:val="28"/>
          <w:szCs w:val="28"/>
          <w:shd w:val="clear" w:color="auto" w:fill="FFFFFF"/>
        </w:rPr>
        <w:t>Strong understanding of software QA methodologies, tools and processes.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color w:val="333333"/>
          <w:sz w:val="28"/>
          <w:szCs w:val="28"/>
          <w:shd w:val="clear" w:color="auto" w:fill="FFFFFF"/>
        </w:rPr>
        <w:t>Perform various types of testing like sanity, functional, integration, regression and UAT to ensure that the product delivered is of high quality.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  <w:lang w:val="en-IN" w:eastAsia="en-IN"/>
        </w:rPr>
      </w:pPr>
      <w:r>
        <w:rPr>
          <w:rFonts w:hint="default" w:ascii="Calibri" w:hAnsi="Calibri" w:eastAsia="Adobe Myungjo Std M" w:cs="Calibri"/>
          <w:sz w:val="28"/>
          <w:szCs w:val="28"/>
          <w:lang w:val="en-IN" w:eastAsia="en-IN"/>
        </w:rPr>
        <w:t>Defect tracking and Bug reporting – Analysing the root cause of the issues followed by reporting and tracking the defect.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color w:val="333333"/>
          <w:sz w:val="28"/>
          <w:szCs w:val="28"/>
          <w:shd w:val="clear" w:color="auto" w:fill="FFFFFF"/>
        </w:rPr>
        <w:t>Follow timelines and absolute commitment to deadlines.</w:t>
      </w:r>
    </w:p>
    <w:p>
      <w:pPr>
        <w:pStyle w:val="12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eastAsia="Adobe Myungjo Std M" w:cs="Calibri"/>
          <w:sz w:val="28"/>
          <w:szCs w:val="28"/>
        </w:rPr>
        <w:t>Ability to manage multiple responsibilities and personnel.</w:t>
      </w:r>
    </w:p>
    <w:p>
      <w:pPr>
        <w:pStyle w:val="12"/>
        <w:numPr>
          <w:ilvl w:val="0"/>
          <w:numId w:val="0"/>
        </w:numPr>
        <w:ind w:left="144"/>
        <w:rPr>
          <w:rFonts w:hint="default" w:ascii="Calibri" w:hAnsi="Calibri" w:eastAsia="Adobe Myungjo Std M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pict>
          <v:shape id="_x0000_s1037" o:spid="_x0000_s1037" o:spt="75" type="#_x0000_t75" style="position:absolute;left:0pt;margin-left:0pt;margin-top:0pt;height:1pt;width:1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sectPr>
      <w:footerReference r:id="rId4" w:type="default"/>
      <w:pgSz w:w="12240" w:h="15840"/>
      <w:pgMar w:top="1296" w:right="1440" w:bottom="1440" w:left="1440" w:header="720" w:footer="720" w:gutter="0"/>
      <w:pgNumType w:start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86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dobe Myungjo Std M">
    <w:altName w:val="Yu Gothic"/>
    <w:panose1 w:val="00000000000000000000"/>
    <w:charset w:val="80"/>
    <w:family w:val="roman"/>
    <w:pitch w:val="default"/>
    <w:sig w:usb0="00000000" w:usb1="00000000" w:usb2="00000010" w:usb3="00000000" w:csb0="002A0005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12"/>
      <w:lvlText w:val="·"/>
      <w:lvlJc w:val="left"/>
      <w:pPr>
        <w:tabs>
          <w:tab w:val="left" w:pos="144"/>
        </w:tabs>
        <w:ind w:left="144" w:hanging="144"/>
      </w:pPr>
      <w:rPr>
        <w:rFonts w:hint="default" w:ascii="Cambria" w:hAnsi="Cambr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attachedTemplate r:id="rId1"/>
  <w:documentProtection w:enforcement="0"/>
  <w:defaultTabStop w:val="720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BBD"/>
    <w:rsid w:val="00003748"/>
    <w:rsid w:val="00032C7C"/>
    <w:rsid w:val="00041F17"/>
    <w:rsid w:val="000420D3"/>
    <w:rsid w:val="000C3AFA"/>
    <w:rsid w:val="000D53AE"/>
    <w:rsid w:val="000F50D9"/>
    <w:rsid w:val="00101E5D"/>
    <w:rsid w:val="00134AEB"/>
    <w:rsid w:val="001E7D51"/>
    <w:rsid w:val="001F4D59"/>
    <w:rsid w:val="001F6131"/>
    <w:rsid w:val="002D1361"/>
    <w:rsid w:val="003539BF"/>
    <w:rsid w:val="00365E2A"/>
    <w:rsid w:val="00383777"/>
    <w:rsid w:val="00383CBC"/>
    <w:rsid w:val="00392FE2"/>
    <w:rsid w:val="00394A6D"/>
    <w:rsid w:val="003A71E5"/>
    <w:rsid w:val="003F52A5"/>
    <w:rsid w:val="004017DC"/>
    <w:rsid w:val="00426BED"/>
    <w:rsid w:val="005C1953"/>
    <w:rsid w:val="005D7C37"/>
    <w:rsid w:val="006149BE"/>
    <w:rsid w:val="006A2010"/>
    <w:rsid w:val="006E5E66"/>
    <w:rsid w:val="0072544C"/>
    <w:rsid w:val="0073223A"/>
    <w:rsid w:val="00745F34"/>
    <w:rsid w:val="00765424"/>
    <w:rsid w:val="00783151"/>
    <w:rsid w:val="007C3832"/>
    <w:rsid w:val="007D00B3"/>
    <w:rsid w:val="007F7A3F"/>
    <w:rsid w:val="008333C5"/>
    <w:rsid w:val="00853D25"/>
    <w:rsid w:val="00917744"/>
    <w:rsid w:val="0092613B"/>
    <w:rsid w:val="00990359"/>
    <w:rsid w:val="009B45E0"/>
    <w:rsid w:val="00A66D41"/>
    <w:rsid w:val="00A676F2"/>
    <w:rsid w:val="00AA575F"/>
    <w:rsid w:val="00AE7F55"/>
    <w:rsid w:val="00AF4642"/>
    <w:rsid w:val="00B35D1B"/>
    <w:rsid w:val="00B94E61"/>
    <w:rsid w:val="00C53064"/>
    <w:rsid w:val="00C84BBD"/>
    <w:rsid w:val="00CA7848"/>
    <w:rsid w:val="00CC2E4B"/>
    <w:rsid w:val="00D141B1"/>
    <w:rsid w:val="00D22970"/>
    <w:rsid w:val="00D44480"/>
    <w:rsid w:val="00D72353"/>
    <w:rsid w:val="00D74F92"/>
    <w:rsid w:val="00DB26A9"/>
    <w:rsid w:val="00DD32D3"/>
    <w:rsid w:val="00E443EC"/>
    <w:rsid w:val="00F42B10"/>
    <w:rsid w:val="00F81885"/>
    <w:rsid w:val="2865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10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2" w:semiHidden="0" w:name="Title"/>
    <w:lsdException w:qFormat="1" w:uiPriority="2" w:name="Closing"/>
    <w:lsdException w:qFormat="1" w:uiPriority="2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3" w:name="Subtitle"/>
    <w:lsdException w:qFormat="1" w:uiPriority="2" w:name="Salutation"/>
    <w:lsdException w:qFormat="1" w:uiPriority="1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80"/>
    </w:pPr>
    <w:rPr>
      <w:rFonts w:asciiTheme="minorHAnsi" w:hAnsiTheme="minorHAnsi" w:eastAsiaTheme="minorHAnsi" w:cstheme="minorBidi"/>
      <w:color w:val="404040" w:themeColor="text1" w:themeTint="BF"/>
      <w:sz w:val="18"/>
      <w:szCs w:val="18"/>
      <w:lang w:val="en-US" w:eastAsia="ja-JP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500" w:after="100"/>
      <w:outlineLvl w:val="0"/>
    </w:pPr>
    <w:rPr>
      <w:rFonts w:asciiTheme="majorHAnsi" w:hAnsiTheme="majorHAnsi" w:eastAsiaTheme="majorEastAsia" w:cstheme="majorBidi"/>
      <w:b/>
      <w:color w:val="4F4F4F" w:themeColor="accent1" w:themeTint="BF"/>
      <w:sz w:val="24"/>
      <w:szCs w:val="32"/>
      <w14:textFill>
        <w14:solidFill>
          <w14:schemeClr w14:val="accent1">
            <w14:lumMod w14:val="75000"/>
            <w14:lumOff w14:val="25000"/>
          </w14:schemeClr>
        </w14:solidFill>
      </w14:textFill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00" w:after="120"/>
      <w:outlineLvl w:val="1"/>
    </w:pPr>
    <w:rPr>
      <w:rFonts w:asciiTheme="majorHAnsi" w:hAnsiTheme="majorHAnsi" w:eastAsiaTheme="majorEastAsia" w:cstheme="majorBidi"/>
      <w:b/>
      <w:caps/>
      <w:color w:val="191919" w:themeColor="background2" w:themeShade="1A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9"/>
    <w:semiHidden/>
    <w:unhideWhenUsed/>
    <w:qFormat/>
    <w:uiPriority w:val="99"/>
    <w:pPr>
      <w:spacing w:after="0"/>
    </w:pPr>
    <w:rPr>
      <w:rFonts w:ascii="Segoe UI" w:hAnsi="Segoe UI" w:cs="Segoe UI"/>
    </w:rPr>
  </w:style>
  <w:style w:type="paragraph" w:styleId="7">
    <w:name w:val="Body Text"/>
    <w:basedOn w:val="1"/>
    <w:link w:val="23"/>
    <w:qFormat/>
    <w:uiPriority w:val="1"/>
    <w:pPr>
      <w:widowControl w:val="0"/>
      <w:autoSpaceDE w:val="0"/>
      <w:autoSpaceDN w:val="0"/>
      <w:spacing w:after="0"/>
    </w:pPr>
    <w:rPr>
      <w:rFonts w:ascii="Times New Roman" w:hAnsi="Times New Roman" w:eastAsia="Times New Roman" w:cs="Times New Roman"/>
      <w:color w:val="auto"/>
      <w:sz w:val="24"/>
      <w:szCs w:val="24"/>
      <w:lang w:eastAsia="en-US"/>
    </w:rPr>
  </w:style>
  <w:style w:type="character" w:styleId="8">
    <w:name w:val="annotation reference"/>
    <w:basedOn w:val="4"/>
    <w:semiHidden/>
    <w:unhideWhenUsed/>
    <w:qFormat/>
    <w:uiPriority w:val="99"/>
    <w:rPr>
      <w:sz w:val="16"/>
      <w:szCs w:val="16"/>
    </w:rPr>
  </w:style>
  <w:style w:type="paragraph" w:styleId="9">
    <w:name w:val="annotation text"/>
    <w:basedOn w:val="1"/>
    <w:link w:val="18"/>
    <w:semiHidden/>
    <w:unhideWhenUsed/>
    <w:uiPriority w:val="99"/>
    <w:pPr>
      <w:spacing w:after="160"/>
    </w:pPr>
    <w:rPr>
      <w:color w:val="auto"/>
      <w:sz w:val="20"/>
      <w:szCs w:val="20"/>
      <w:lang w:eastAsia="en-US"/>
    </w:rPr>
  </w:style>
  <w:style w:type="paragraph" w:styleId="10">
    <w:name w:val="footer"/>
    <w:basedOn w:val="1"/>
    <w:link w:val="17"/>
    <w:unhideWhenUsed/>
    <w:qFormat/>
    <w:uiPriority w:val="99"/>
    <w:pPr>
      <w:spacing w:after="0"/>
    </w:pPr>
    <w:rPr>
      <w:color w:val="141414" w:themeColor="accent1"/>
      <w14:textFill>
        <w14:solidFill>
          <w14:schemeClr w14:val="accent1"/>
        </w14:solidFill>
      </w14:textFill>
    </w:rPr>
  </w:style>
  <w:style w:type="paragraph" w:styleId="11">
    <w:name w:val="header"/>
    <w:basedOn w:val="1"/>
    <w:link w:val="16"/>
    <w:unhideWhenUsed/>
    <w:qFormat/>
    <w:uiPriority w:val="99"/>
    <w:pPr>
      <w:spacing w:after="0"/>
    </w:pPr>
  </w:style>
  <w:style w:type="paragraph" w:styleId="12">
    <w:name w:val="List Bullet"/>
    <w:basedOn w:val="1"/>
    <w:unhideWhenUsed/>
    <w:qFormat/>
    <w:uiPriority w:val="10"/>
    <w:pPr>
      <w:numPr>
        <w:ilvl w:val="0"/>
        <w:numId w:val="1"/>
      </w:numPr>
      <w:spacing w:after="80"/>
    </w:pPr>
  </w:style>
  <w:style w:type="paragraph" w:styleId="13">
    <w:name w:val="Title"/>
    <w:basedOn w:val="1"/>
    <w:next w:val="1"/>
    <w:link w:val="14"/>
    <w:qFormat/>
    <w:uiPriority w:val="2"/>
    <w:pPr>
      <w:pBdr>
        <w:bottom w:val="single" w:color="141414" w:themeColor="accent1" w:sz="12" w:space="4"/>
      </w:pBdr>
      <w:spacing w:after="120"/>
      <w:contextualSpacing/>
    </w:pPr>
    <w:rPr>
      <w:rFonts w:asciiTheme="majorHAnsi" w:hAnsiTheme="majorHAnsi" w:eastAsiaTheme="majorEastAsia" w:cstheme="majorBidi"/>
      <w:color w:val="141414" w:themeColor="accent1"/>
      <w:kern w:val="28"/>
      <w:sz w:val="52"/>
      <w14:textFill>
        <w14:solidFill>
          <w14:schemeClr w14:val="accent1"/>
        </w14:solidFill>
      </w14:textFill>
    </w:rPr>
  </w:style>
  <w:style w:type="character" w:customStyle="1" w:styleId="14">
    <w:name w:val="Title Char"/>
    <w:basedOn w:val="4"/>
    <w:link w:val="13"/>
    <w:qFormat/>
    <w:uiPriority w:val="2"/>
    <w:rPr>
      <w:rFonts w:asciiTheme="majorHAnsi" w:hAnsiTheme="majorHAnsi" w:eastAsiaTheme="majorEastAsia" w:cstheme="majorBidi"/>
      <w:color w:val="141414" w:themeColor="accent1"/>
      <w:kern w:val="28"/>
      <w:sz w:val="52"/>
      <w14:textFill>
        <w14:solidFill>
          <w14:schemeClr w14:val="accent1"/>
        </w14:solidFill>
      </w14:textFill>
    </w:rPr>
  </w:style>
  <w:style w:type="character" w:styleId="15">
    <w:name w:val="Placeholder Text"/>
    <w:basedOn w:val="4"/>
    <w:semiHidden/>
    <w:qFormat/>
    <w:uiPriority w:val="99"/>
    <w:rPr>
      <w:color w:val="808080"/>
    </w:rPr>
  </w:style>
  <w:style w:type="character" w:customStyle="1" w:styleId="16">
    <w:name w:val="Header Char"/>
    <w:basedOn w:val="4"/>
    <w:link w:val="11"/>
    <w:uiPriority w:val="99"/>
  </w:style>
  <w:style w:type="character" w:customStyle="1" w:styleId="17">
    <w:name w:val="Footer Char"/>
    <w:basedOn w:val="4"/>
    <w:link w:val="10"/>
    <w:uiPriority w:val="99"/>
    <w:rPr>
      <w:color w:val="141414" w:themeColor="accent1"/>
      <w14:textFill>
        <w14:solidFill>
          <w14:schemeClr w14:val="accent1"/>
        </w14:solidFill>
      </w14:textFill>
    </w:rPr>
  </w:style>
  <w:style w:type="character" w:customStyle="1" w:styleId="18">
    <w:name w:val="Comment Text Char"/>
    <w:basedOn w:val="4"/>
    <w:link w:val="9"/>
    <w:semiHidden/>
    <w:qFormat/>
    <w:uiPriority w:val="99"/>
    <w:rPr>
      <w:color w:val="auto"/>
      <w:sz w:val="20"/>
      <w:szCs w:val="20"/>
      <w:lang w:eastAsia="en-US"/>
    </w:rPr>
  </w:style>
  <w:style w:type="character" w:customStyle="1" w:styleId="19">
    <w:name w:val="Balloon Text Char"/>
    <w:basedOn w:val="4"/>
    <w:link w:val="6"/>
    <w:semiHidden/>
    <w:uiPriority w:val="99"/>
    <w:rPr>
      <w:rFonts w:ascii="Segoe UI" w:hAnsi="Segoe UI" w:cs="Segoe UI"/>
    </w:rPr>
  </w:style>
  <w:style w:type="character" w:customStyle="1" w:styleId="20">
    <w:name w:val="Heading 1 Char"/>
    <w:basedOn w:val="4"/>
    <w:link w:val="2"/>
    <w:uiPriority w:val="9"/>
    <w:rPr>
      <w:rFonts w:asciiTheme="majorHAnsi" w:hAnsiTheme="majorHAnsi" w:eastAsiaTheme="majorEastAsia" w:cstheme="majorBidi"/>
      <w:b/>
      <w:color w:val="4F4F4F" w:themeColor="accent1" w:themeTint="BF"/>
      <w:sz w:val="24"/>
      <w:szCs w:val="32"/>
      <w14:textFill>
        <w14:solidFill>
          <w14:schemeClr w14:val="accent1">
            <w14:lumMod w14:val="75000"/>
            <w14:lumOff w14:val="25000"/>
          </w14:schemeClr>
        </w14:solidFill>
      </w14:textFill>
    </w:rPr>
  </w:style>
  <w:style w:type="character" w:customStyle="1" w:styleId="21">
    <w:name w:val="Heading 2 Char"/>
    <w:basedOn w:val="4"/>
    <w:link w:val="3"/>
    <w:qFormat/>
    <w:uiPriority w:val="9"/>
    <w:rPr>
      <w:rFonts w:asciiTheme="majorHAnsi" w:hAnsiTheme="majorHAnsi" w:eastAsiaTheme="majorEastAsia" w:cstheme="majorBidi"/>
      <w:b/>
      <w:caps/>
      <w:color w:val="191919" w:themeColor="background2" w:themeShade="1A"/>
      <w:szCs w:val="26"/>
    </w:rPr>
  </w:style>
  <w:style w:type="paragraph" w:styleId="22">
    <w:name w:val="List Paragraph"/>
    <w:basedOn w:val="1"/>
    <w:qFormat/>
    <w:uiPriority w:val="1"/>
    <w:pPr>
      <w:widowControl w:val="0"/>
      <w:autoSpaceDE w:val="0"/>
      <w:autoSpaceDN w:val="0"/>
      <w:spacing w:after="0"/>
      <w:ind w:left="839" w:hanging="30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  <w:style w:type="character" w:customStyle="1" w:styleId="23">
    <w:name w:val="Body Text Char"/>
    <w:basedOn w:val="4"/>
    <w:link w:val="7"/>
    <w:qFormat/>
    <w:uiPriority w:val="1"/>
    <w:rPr>
      <w:rFonts w:ascii="Times New Roman" w:hAnsi="Times New Roman" w:eastAsia="Times New Roman" w:cs="Times New Roman"/>
      <w:color w:val="auto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../NUL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glossaryDocument" Target="glossary/document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fred\AppData\Roaming\Microsoft\Templates\Functional%20resume.dotx" TargetMode="Externa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96D7D8FAF73D4AB78B97B90C6ADD73E1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9FB50C9-B262-4AAD-9BC9-93E3D68F7C8D}"/>
      </w:docPartPr>
      <w:docPartBody>
        <w:p>
          <w:pPr>
            <w:pStyle w:val="4"/>
          </w:pPr>
          <w:r>
            <w:t>Education</w:t>
          </w:r>
        </w:p>
      </w:docPartBody>
    </w:docPart>
    <w:docPart>
      <w:docPartPr>
        <w:name w:val="17EBE039B18A470BB2249F185A7B5040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D089C6B-36E0-4ED7-8676-95456595C8E2}"/>
      </w:docPartPr>
      <w:docPartBody>
        <w:p>
          <w:pPr>
            <w:pStyle w:val="5"/>
          </w:pPr>
          <w:r>
            <w:t>Experience</w:t>
          </w:r>
        </w:p>
      </w:docPartBody>
    </w:docPart>
    <w:docPart>
      <w:docPartPr>
        <w:name w:val="6D49B52A2A6143BC90799815D1282E94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5F8C6C3-CF92-4E85-9613-8A36138877AA}"/>
      </w:docPartPr>
      <w:docPartBody>
        <w:p>
          <w:pPr>
            <w:pStyle w:val="6"/>
          </w:pPr>
          <w:r>
            <w:t>Skills &amp; Abilities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7DC"/>
    <w:rsid w:val="000D53AE"/>
    <w:rsid w:val="00134CF9"/>
    <w:rsid w:val="004017DC"/>
    <w:rsid w:val="004069F4"/>
    <w:rsid w:val="006E0B06"/>
    <w:rsid w:val="00796245"/>
    <w:rsid w:val="009357CD"/>
    <w:rsid w:val="00991E47"/>
    <w:rsid w:val="00B301C8"/>
    <w:rsid w:val="00FD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IN" w:eastAsia="en-I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96D7D8FAF73D4AB78B97B90C6ADD73E1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IN" w:eastAsia="en-IN" w:bidi="ar-SA"/>
    </w:rPr>
  </w:style>
  <w:style w:type="paragraph" w:customStyle="1" w:styleId="5">
    <w:name w:val="17EBE039B18A470BB2249F185A7B5040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IN" w:eastAsia="en-IN" w:bidi="ar-SA"/>
    </w:rPr>
  </w:style>
  <w:style w:type="paragraph" w:customStyle="1" w:styleId="6">
    <w:name w:val="6D49B52A2A6143BC90799815D1282E94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IN" w:eastAsia="en-IN" w:bidi="ar-SA"/>
    </w:rPr>
  </w:style>
</w:style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3DBC66-DF66-4099-B433-F5B9CA5A55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Functional resume</Template>
  <Pages>4</Pages>
  <Words>714</Words>
  <Characters>4076</Characters>
  <Lines>33</Lines>
  <Paragraphs>9</Paragraphs>
  <TotalTime>228</TotalTime>
  <ScaleCrop>false</ScaleCrop>
  <LinksUpToDate>false</LinksUpToDate>
  <CharactersWithSpaces>4781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2017-10-30T12:07:00Z</dcterms:created>
  <dc:creator>Alfred</dc:creator>
  <cp:lastModifiedBy>Sreedhar Reddy</cp:lastModifiedBy>
  <dcterms:modified xsi:type="dcterms:W3CDTF">2023-01-05T08:15:42Z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4228146B302444C5865B5C77CD30EFE1</vt:lpwstr>
  </property>
</Properties>
</file>